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FB" w:rsidRPr="00A65547" w:rsidRDefault="00E959FB" w:rsidP="00B34914">
      <w:pPr>
        <w:jc w:val="center"/>
      </w:pPr>
      <w:r w:rsidRPr="00943A6D">
        <w:rPr>
          <w:rFonts w:ascii="MS Sans Serif" w:hAnsi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9.5pt;visibility:visible">
            <v:imagedata r:id="rId5" o:title="" grayscale="t" bilevel="t"/>
          </v:shape>
        </w:pict>
      </w:r>
    </w:p>
    <w:p w:rsidR="00E959FB" w:rsidRPr="00B34914" w:rsidRDefault="00E959FB" w:rsidP="00B34914">
      <w:pPr>
        <w:jc w:val="center"/>
        <w:rPr>
          <w:b/>
          <w:bCs/>
          <w:sz w:val="20"/>
          <w:szCs w:val="20"/>
        </w:rPr>
      </w:pPr>
    </w:p>
    <w:p w:rsidR="00E959FB" w:rsidRPr="00A65547" w:rsidRDefault="00E959FB" w:rsidP="00B34914">
      <w:pPr>
        <w:pStyle w:val="Caption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E959FB" w:rsidRPr="00A65547" w:rsidRDefault="00E959FB" w:rsidP="00B34914">
      <w:pPr>
        <w:pStyle w:val="Heading2"/>
        <w:pBdr>
          <w:bottom w:val="single" w:sz="12" w:space="1" w:color="auto"/>
        </w:pBdr>
      </w:pPr>
      <w:r w:rsidRPr="00A65547">
        <w:t>КИЇВСЬКОЇ ОБЛАСТІ</w:t>
      </w:r>
    </w:p>
    <w:p w:rsidR="00E959FB" w:rsidRPr="00A65547" w:rsidRDefault="00E959FB" w:rsidP="00B34914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959FB" w:rsidRPr="00A65547" w:rsidRDefault="00E959FB" w:rsidP="00B34914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E959FB" w:rsidRPr="007F56C5" w:rsidRDefault="00E959FB" w:rsidP="00B34914"/>
    <w:p w:rsidR="00E959FB" w:rsidRPr="007F56C5" w:rsidRDefault="00E959FB" w:rsidP="00B34914">
      <w:pPr>
        <w:rPr>
          <w:b/>
          <w:bCs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 xml:space="preserve"> 11 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червня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 xml:space="preserve">9 </w:t>
      </w:r>
      <w:r w:rsidRPr="007F56C5">
        <w:rPr>
          <w:b/>
          <w:bCs/>
          <w:u w:val="single"/>
        </w:rPr>
        <w:t>року</w:t>
      </w:r>
      <w:r w:rsidRPr="007F56C5">
        <w:rPr>
          <w:b/>
          <w:bCs/>
        </w:rPr>
        <w:t xml:space="preserve">                                                                               </w:t>
      </w:r>
      <w:r>
        <w:rPr>
          <w:b/>
          <w:bCs/>
        </w:rPr>
        <w:t xml:space="preserve">      </w:t>
      </w:r>
      <w:r w:rsidRPr="007F56C5">
        <w:rPr>
          <w:b/>
          <w:bCs/>
        </w:rPr>
        <w:t xml:space="preserve">     №</w:t>
      </w:r>
      <w:r>
        <w:rPr>
          <w:b/>
          <w:bCs/>
          <w:u w:val="single"/>
        </w:rPr>
        <w:t xml:space="preserve">   377_</w:t>
      </w:r>
    </w:p>
    <w:p w:rsidR="00E959FB" w:rsidRPr="007F56C5" w:rsidRDefault="00E959FB" w:rsidP="00B34914">
      <w:pPr>
        <w:rPr>
          <w:b/>
        </w:rPr>
      </w:pPr>
    </w:p>
    <w:p w:rsidR="00E959FB" w:rsidRDefault="00E959FB" w:rsidP="00236ADC">
      <w:pPr>
        <w:tabs>
          <w:tab w:val="left" w:pos="3402"/>
          <w:tab w:val="left" w:pos="5103"/>
          <w:tab w:val="left" w:pos="5245"/>
          <w:tab w:val="left" w:pos="5760"/>
        </w:tabs>
        <w:ind w:right="4110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>Капітальний ремонт прилеглої території Бучанського центру позашкільної роботи по вул. Антонія Михайловського, 54 в м. Буча К</w:t>
      </w:r>
      <w:r w:rsidRPr="007F56C5">
        <w:rPr>
          <w:b/>
        </w:rPr>
        <w:t xml:space="preserve">иївської області»  </w:t>
      </w:r>
    </w:p>
    <w:p w:rsidR="00E959FB" w:rsidRPr="007F56C5" w:rsidRDefault="00E959FB" w:rsidP="00236ADC">
      <w:pPr>
        <w:tabs>
          <w:tab w:val="left" w:pos="3402"/>
          <w:tab w:val="left" w:pos="5103"/>
          <w:tab w:val="left" w:pos="5245"/>
          <w:tab w:val="left" w:pos="5760"/>
        </w:tabs>
        <w:ind w:right="4110"/>
        <w:jc w:val="both"/>
        <w:rPr>
          <w:b/>
        </w:rPr>
      </w:pPr>
    </w:p>
    <w:p w:rsidR="00E959FB" w:rsidRDefault="00E959FB" w:rsidP="00B34914">
      <w:pPr>
        <w:ind w:firstLine="708"/>
        <w:jc w:val="both"/>
      </w:pPr>
      <w:r>
        <w:t>Р</w:t>
      </w:r>
      <w:r w:rsidRPr="007F56C5">
        <w:t>озглянувши кошторисну частину проектної документації «</w:t>
      </w:r>
      <w:r>
        <w:t xml:space="preserve">Капітальний </w:t>
      </w:r>
      <w:r w:rsidRPr="00B34914">
        <w:t xml:space="preserve">ремонт </w:t>
      </w:r>
      <w:r w:rsidRPr="00236ADC">
        <w:t>прилеглої території Бучанського цен</w:t>
      </w:r>
      <w:r>
        <w:t>тру позашкільної роботи по вул.</w:t>
      </w:r>
      <w:r w:rsidRPr="00236ADC">
        <w:t xml:space="preserve"> Антонія Михайловського,</w:t>
      </w:r>
      <w:r>
        <w:t xml:space="preserve"> </w:t>
      </w:r>
      <w:r w:rsidRPr="00236ADC">
        <w:t xml:space="preserve">54 </w:t>
      </w:r>
      <w:r>
        <w:t>в м. Буча</w:t>
      </w:r>
      <w:r w:rsidRPr="00236ADC">
        <w:t xml:space="preserve"> Київської області</w:t>
      </w:r>
      <w:r w:rsidRPr="00B54E0B">
        <w:t>»,</w:t>
      </w:r>
      <w:r w:rsidRPr="007F56C5">
        <w:t xml:space="preserve">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         АР № 002922 від 31.08.2012, </w:t>
      </w:r>
      <w:r w:rsidRPr="007F56C5">
        <w:t>враховуючи аб.3 п.4 ст.31 ЗУ «Про регулювання містобудівної діяльності»,</w:t>
      </w:r>
      <w:r>
        <w:t xml:space="preserve"> з метою покращення технічних показників прилеглої території </w:t>
      </w:r>
      <w:r w:rsidRPr="00236ADC">
        <w:t>Бучанського центру позашкільної роботи</w:t>
      </w:r>
      <w:r>
        <w:t xml:space="preserve">, в частині облаштування твердого покриття з фігурних елементів мощення, </w:t>
      </w:r>
      <w:r w:rsidRPr="007F56C5">
        <w:t>керуючись Законом України «Про місцеве самоврядування в Україні», виконавчий комітет</w:t>
      </w:r>
    </w:p>
    <w:p w:rsidR="00E959FB" w:rsidRPr="007F56C5" w:rsidRDefault="00E959FB" w:rsidP="00B34914">
      <w:pPr>
        <w:ind w:firstLine="708"/>
        <w:jc w:val="both"/>
      </w:pPr>
    </w:p>
    <w:p w:rsidR="00E959FB" w:rsidRPr="007F56C5" w:rsidRDefault="00E959FB" w:rsidP="00B34914">
      <w:pPr>
        <w:jc w:val="both"/>
        <w:rPr>
          <w:b/>
        </w:rPr>
      </w:pPr>
      <w:r w:rsidRPr="007F56C5">
        <w:rPr>
          <w:b/>
        </w:rPr>
        <w:t>ВИРІШИВ:</w:t>
      </w:r>
    </w:p>
    <w:p w:rsidR="00E959FB" w:rsidRPr="007F56C5" w:rsidRDefault="00E959FB" w:rsidP="00B34914">
      <w:pPr>
        <w:numPr>
          <w:ilvl w:val="0"/>
          <w:numId w:val="1"/>
        </w:numPr>
        <w:jc w:val="both"/>
      </w:pPr>
      <w:r w:rsidRPr="007F56C5">
        <w:t xml:space="preserve">Затвердити кошторисну документації по </w:t>
      </w:r>
      <w:r>
        <w:t xml:space="preserve">дефектному акту </w:t>
      </w:r>
      <w:r w:rsidRPr="007F56C5">
        <w:t>«</w:t>
      </w:r>
      <w:r>
        <w:t xml:space="preserve">Капітальний </w:t>
      </w:r>
      <w:r w:rsidRPr="00B34914">
        <w:t xml:space="preserve">ремонт </w:t>
      </w:r>
      <w:r w:rsidRPr="00236ADC">
        <w:t>прилеглої території Бучанського цен</w:t>
      </w:r>
      <w:r>
        <w:t>тру позашкільної роботи по вул.</w:t>
      </w:r>
      <w:r w:rsidRPr="00236ADC">
        <w:t xml:space="preserve"> Антонія Михайловського,</w:t>
      </w:r>
      <w:r>
        <w:t xml:space="preserve"> </w:t>
      </w:r>
      <w:r w:rsidRPr="00236ADC">
        <w:t xml:space="preserve">54 </w:t>
      </w:r>
      <w:r>
        <w:t xml:space="preserve">в м. Буча </w:t>
      </w:r>
      <w:r w:rsidRPr="00236ADC">
        <w:t xml:space="preserve"> Київської області</w:t>
      </w:r>
      <w:r w:rsidRPr="007F56C5"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95"/>
        <w:gridCol w:w="1560"/>
        <w:gridCol w:w="1666"/>
      </w:tblGrid>
      <w:tr w:rsidR="00E959FB" w:rsidRPr="007F56C5" w:rsidTr="00CB2E92">
        <w:tc>
          <w:tcPr>
            <w:tcW w:w="6095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E959FB" w:rsidRPr="007F56C5" w:rsidTr="00CB2E92">
        <w:tc>
          <w:tcPr>
            <w:tcW w:w="6095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288,7454</w:t>
            </w:r>
          </w:p>
        </w:tc>
      </w:tr>
      <w:tr w:rsidR="00E959FB" w:rsidRPr="007F56C5" w:rsidTr="00CB2E92">
        <w:tc>
          <w:tcPr>
            <w:tcW w:w="6095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233,9134</w:t>
            </w:r>
          </w:p>
        </w:tc>
      </w:tr>
      <w:tr w:rsidR="00E959FB" w:rsidRPr="007F56C5" w:rsidTr="00CB2E92">
        <w:tc>
          <w:tcPr>
            <w:tcW w:w="6095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E959FB" w:rsidRPr="007F56C5" w:rsidRDefault="00E959FB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54,8320</w:t>
            </w:r>
          </w:p>
        </w:tc>
      </w:tr>
    </w:tbl>
    <w:p w:rsidR="00E959FB" w:rsidRPr="007F56C5" w:rsidRDefault="00E959FB" w:rsidP="00B34914">
      <w:pPr>
        <w:ind w:left="360" w:hanging="360"/>
        <w:jc w:val="both"/>
      </w:pPr>
      <w:r w:rsidRPr="007F56C5">
        <w:t>2.</w:t>
      </w:r>
      <w:r>
        <w:t xml:space="preserve">   КП «Бучабудзамовник» надати пропозицію щодо включення до фінансування</w:t>
      </w:r>
    </w:p>
    <w:p w:rsidR="00E959FB" w:rsidRPr="007F56C5" w:rsidRDefault="00E959FB" w:rsidP="00B34914">
      <w:pPr>
        <w:ind w:left="360" w:hanging="360"/>
        <w:jc w:val="both"/>
      </w:pPr>
      <w:r>
        <w:t>3</w:t>
      </w:r>
      <w:r w:rsidRPr="007F56C5">
        <w:t>.</w:t>
      </w:r>
      <w:r>
        <w:t xml:space="preserve">  </w:t>
      </w:r>
      <w:r w:rsidRPr="007F56C5">
        <w:t xml:space="preserve">Контроль за виконанням даного рішення покласти на </w:t>
      </w:r>
      <w:r>
        <w:t>першого заступника міського голови Шаправського Т.О.</w:t>
      </w:r>
    </w:p>
    <w:tbl>
      <w:tblPr>
        <w:tblW w:w="0" w:type="auto"/>
        <w:tblLook w:val="00A0"/>
      </w:tblPr>
      <w:tblGrid>
        <w:gridCol w:w="7038"/>
        <w:gridCol w:w="2317"/>
      </w:tblGrid>
      <w:tr w:rsidR="00E959FB" w:rsidRPr="00C378E7" w:rsidTr="00B34914">
        <w:tc>
          <w:tcPr>
            <w:tcW w:w="7038" w:type="dxa"/>
          </w:tcPr>
          <w:p w:rsidR="00E959FB" w:rsidRPr="00C378E7" w:rsidRDefault="00E959FB" w:rsidP="00CB2E92">
            <w:pPr>
              <w:rPr>
                <w:b/>
              </w:rPr>
            </w:pPr>
          </w:p>
          <w:p w:rsidR="00E959FB" w:rsidRPr="00C378E7" w:rsidRDefault="00E959FB" w:rsidP="00CB2E92">
            <w:pPr>
              <w:rPr>
                <w:b/>
              </w:rPr>
            </w:pPr>
            <w:r w:rsidRPr="00C378E7">
              <w:rPr>
                <w:b/>
              </w:rPr>
              <w:t xml:space="preserve">Міський голова    </w:t>
            </w:r>
          </w:p>
          <w:p w:rsidR="00E959FB" w:rsidRPr="00C378E7" w:rsidRDefault="00E959FB" w:rsidP="00CB2E92">
            <w:pPr>
              <w:rPr>
                <w:b/>
              </w:rPr>
            </w:pPr>
          </w:p>
        </w:tc>
        <w:tc>
          <w:tcPr>
            <w:tcW w:w="2317" w:type="dxa"/>
          </w:tcPr>
          <w:p w:rsidR="00E959FB" w:rsidRPr="00C378E7" w:rsidRDefault="00E959FB" w:rsidP="00CB2E92">
            <w:pPr>
              <w:rPr>
                <w:b/>
              </w:rPr>
            </w:pPr>
          </w:p>
          <w:p w:rsidR="00E959FB" w:rsidRPr="00C378E7" w:rsidRDefault="00E959FB" w:rsidP="00CB2E92">
            <w:pPr>
              <w:rPr>
                <w:b/>
              </w:rPr>
            </w:pPr>
            <w:r w:rsidRPr="00C378E7">
              <w:rPr>
                <w:b/>
              </w:rPr>
              <w:t>А.П. Федорук</w:t>
            </w:r>
          </w:p>
        </w:tc>
      </w:tr>
      <w:tr w:rsidR="00E959FB" w:rsidRPr="00C378E7" w:rsidTr="00B34914">
        <w:tc>
          <w:tcPr>
            <w:tcW w:w="7038" w:type="dxa"/>
          </w:tcPr>
          <w:p w:rsidR="00E959FB" w:rsidRPr="00C378E7" w:rsidRDefault="00E959FB" w:rsidP="00CB2E92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</w:tc>
        <w:tc>
          <w:tcPr>
            <w:tcW w:w="2317" w:type="dxa"/>
          </w:tcPr>
          <w:p w:rsidR="00E959FB" w:rsidRPr="00C378E7" w:rsidRDefault="00E959FB" w:rsidP="00CB2E92">
            <w:pPr>
              <w:rPr>
                <w:b/>
              </w:rPr>
            </w:pPr>
            <w:r w:rsidRPr="00C378E7">
              <w:rPr>
                <w:b/>
              </w:rPr>
              <w:t>Т.О. Шаправський</w:t>
            </w:r>
          </w:p>
        </w:tc>
      </w:tr>
      <w:tr w:rsidR="00E959FB" w:rsidRPr="00C378E7" w:rsidTr="00B34914">
        <w:tc>
          <w:tcPr>
            <w:tcW w:w="7038" w:type="dxa"/>
          </w:tcPr>
          <w:p w:rsidR="00E959FB" w:rsidRPr="00C378E7" w:rsidRDefault="00E959FB" w:rsidP="00FE4643">
            <w:pPr>
              <w:rPr>
                <w:b/>
              </w:rPr>
            </w:pPr>
            <w:r>
              <w:rPr>
                <w:b/>
              </w:rPr>
              <w:t>В.о. к</w:t>
            </w:r>
            <w:r w:rsidRPr="00C378E7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Pr="00C378E7">
              <w:rPr>
                <w:b/>
              </w:rPr>
              <w:t xml:space="preserve"> справами                                                                                  </w:t>
            </w:r>
          </w:p>
        </w:tc>
        <w:tc>
          <w:tcPr>
            <w:tcW w:w="2317" w:type="dxa"/>
          </w:tcPr>
          <w:p w:rsidR="00E959FB" w:rsidRPr="00C378E7" w:rsidRDefault="00E959FB" w:rsidP="00CB2E92">
            <w:pPr>
              <w:rPr>
                <w:b/>
              </w:rPr>
            </w:pPr>
            <w:r>
              <w:rPr>
                <w:b/>
              </w:rPr>
              <w:t>О.Ф. Пронько</w:t>
            </w:r>
          </w:p>
        </w:tc>
      </w:tr>
      <w:tr w:rsidR="00E959FB" w:rsidRPr="00C378E7" w:rsidTr="00B34914">
        <w:tc>
          <w:tcPr>
            <w:tcW w:w="7038" w:type="dxa"/>
          </w:tcPr>
          <w:p w:rsidR="00E959FB" w:rsidRPr="00C378E7" w:rsidRDefault="00E959FB" w:rsidP="00CB2E92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</w:tcPr>
          <w:p w:rsidR="00E959FB" w:rsidRPr="00C378E7" w:rsidRDefault="00E959FB" w:rsidP="00CB2E92">
            <w:pPr>
              <w:rPr>
                <w:b/>
              </w:rPr>
            </w:pPr>
          </w:p>
        </w:tc>
      </w:tr>
      <w:tr w:rsidR="00E959FB" w:rsidRPr="00C378E7" w:rsidTr="00B34914">
        <w:tc>
          <w:tcPr>
            <w:tcW w:w="7038" w:type="dxa"/>
          </w:tcPr>
          <w:p w:rsidR="00E959FB" w:rsidRPr="00C378E7" w:rsidRDefault="00E959FB" w:rsidP="00CB2E92">
            <w:pPr>
              <w:rPr>
                <w:b/>
              </w:rPr>
            </w:pPr>
            <w:r w:rsidRPr="00C378E7">
              <w:rPr>
                <w:b/>
              </w:rPr>
              <w:t xml:space="preserve">Начальник юридичного відділу                                                                 </w:t>
            </w:r>
          </w:p>
        </w:tc>
        <w:tc>
          <w:tcPr>
            <w:tcW w:w="2317" w:type="dxa"/>
          </w:tcPr>
          <w:p w:rsidR="00E959FB" w:rsidRPr="00C378E7" w:rsidRDefault="00E959FB" w:rsidP="00CB2E92">
            <w:pPr>
              <w:rPr>
                <w:b/>
              </w:rPr>
            </w:pPr>
            <w:r w:rsidRPr="00C378E7">
              <w:rPr>
                <w:b/>
              </w:rPr>
              <w:t>М.С. Бєляков</w:t>
            </w:r>
          </w:p>
        </w:tc>
      </w:tr>
      <w:tr w:rsidR="00E959FB" w:rsidRPr="00C378E7" w:rsidTr="00B34914">
        <w:tc>
          <w:tcPr>
            <w:tcW w:w="7038" w:type="dxa"/>
          </w:tcPr>
          <w:p w:rsidR="00E959FB" w:rsidRPr="00C378E7" w:rsidRDefault="00E959FB" w:rsidP="00CB2E92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</w:tcPr>
          <w:p w:rsidR="00E959FB" w:rsidRPr="00C378E7" w:rsidRDefault="00E959FB" w:rsidP="00CB2E92">
            <w:pPr>
              <w:rPr>
                <w:b/>
              </w:rPr>
            </w:pPr>
          </w:p>
        </w:tc>
      </w:tr>
      <w:tr w:rsidR="00E959FB" w:rsidRPr="00235C0B" w:rsidTr="00B34914">
        <w:tc>
          <w:tcPr>
            <w:tcW w:w="7038" w:type="dxa"/>
          </w:tcPr>
          <w:p w:rsidR="00E959FB" w:rsidRPr="007F56C5" w:rsidRDefault="00E959FB" w:rsidP="00FE4643">
            <w:pPr>
              <w:rPr>
                <w:b/>
              </w:rPr>
            </w:pPr>
            <w:r>
              <w:rPr>
                <w:b/>
              </w:rPr>
              <w:t>Д</w:t>
            </w:r>
            <w:r w:rsidRPr="00B34914">
              <w:rPr>
                <w:b/>
              </w:rPr>
              <w:t xml:space="preserve">иректор КП «Бучабудзамовник»                                          </w:t>
            </w:r>
          </w:p>
        </w:tc>
        <w:tc>
          <w:tcPr>
            <w:tcW w:w="2317" w:type="dxa"/>
          </w:tcPr>
          <w:p w:rsidR="00E959FB" w:rsidRPr="00B34914" w:rsidRDefault="00E959FB" w:rsidP="00E16C49">
            <w:pPr>
              <w:rPr>
                <w:b/>
              </w:rPr>
            </w:pPr>
            <w:r w:rsidRPr="00B34914">
              <w:rPr>
                <w:b/>
              </w:rPr>
              <w:t>А.</w:t>
            </w:r>
            <w:r>
              <w:rPr>
                <w:b/>
              </w:rPr>
              <w:t>К. Гребенюк</w:t>
            </w:r>
          </w:p>
        </w:tc>
      </w:tr>
    </w:tbl>
    <w:p w:rsidR="00E959FB" w:rsidRDefault="00E959FB" w:rsidP="00B34914">
      <w:pPr>
        <w:tabs>
          <w:tab w:val="left" w:pos="7740"/>
        </w:tabs>
      </w:pPr>
    </w:p>
    <w:p w:rsidR="00E959FB" w:rsidRPr="000C56AE" w:rsidRDefault="00E959FB" w:rsidP="000F2C47"/>
    <w:p w:rsidR="00E959FB" w:rsidRPr="000C56AE" w:rsidRDefault="00E959FB" w:rsidP="000F2C47"/>
    <w:sectPr w:rsidR="00E959FB" w:rsidRPr="000C56AE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AC0"/>
    <w:rsid w:val="00050F24"/>
    <w:rsid w:val="00077D74"/>
    <w:rsid w:val="000A0E2B"/>
    <w:rsid w:val="000C56AE"/>
    <w:rsid w:val="000F2C47"/>
    <w:rsid w:val="0017151F"/>
    <w:rsid w:val="0018590D"/>
    <w:rsid w:val="001A0BF8"/>
    <w:rsid w:val="00235C0B"/>
    <w:rsid w:val="00236ADC"/>
    <w:rsid w:val="00244D68"/>
    <w:rsid w:val="00255DB4"/>
    <w:rsid w:val="002B3F78"/>
    <w:rsid w:val="00342904"/>
    <w:rsid w:val="004F7D1F"/>
    <w:rsid w:val="00554AC4"/>
    <w:rsid w:val="00567236"/>
    <w:rsid w:val="00595D4D"/>
    <w:rsid w:val="005E63FE"/>
    <w:rsid w:val="00644FDF"/>
    <w:rsid w:val="007F56C5"/>
    <w:rsid w:val="008139C6"/>
    <w:rsid w:val="00865764"/>
    <w:rsid w:val="0091353C"/>
    <w:rsid w:val="00943A6D"/>
    <w:rsid w:val="00A65547"/>
    <w:rsid w:val="00B34914"/>
    <w:rsid w:val="00B40F8E"/>
    <w:rsid w:val="00B53C2F"/>
    <w:rsid w:val="00B54E0B"/>
    <w:rsid w:val="00BA440C"/>
    <w:rsid w:val="00BB0104"/>
    <w:rsid w:val="00BC5839"/>
    <w:rsid w:val="00BD4AFE"/>
    <w:rsid w:val="00C378E7"/>
    <w:rsid w:val="00C7351F"/>
    <w:rsid w:val="00C94F4E"/>
    <w:rsid w:val="00CB2E92"/>
    <w:rsid w:val="00D476FF"/>
    <w:rsid w:val="00D91A9F"/>
    <w:rsid w:val="00DA55E0"/>
    <w:rsid w:val="00DB1AC0"/>
    <w:rsid w:val="00DF4EED"/>
    <w:rsid w:val="00E16C49"/>
    <w:rsid w:val="00E8143F"/>
    <w:rsid w:val="00E959FB"/>
    <w:rsid w:val="00FA4DCB"/>
    <w:rsid w:val="00FA7500"/>
    <w:rsid w:val="00FD4B69"/>
    <w:rsid w:val="00FE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914"/>
    <w:rPr>
      <w:rFonts w:ascii="Times New Roman" w:eastAsia="Times New Roman" w:hAnsi="Times New Roman"/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491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349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3491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34914"/>
    <w:rPr>
      <w:rFonts w:ascii="Arial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B34914"/>
    <w:pPr>
      <w:ind w:left="5812" w:hanging="5760"/>
    </w:pPr>
    <w:rPr>
      <w:szCs w:val="20"/>
    </w:rPr>
  </w:style>
  <w:style w:type="paragraph" w:customStyle="1" w:styleId="3">
    <w:name w:val="Знак Знак3 Знак Знак Знак Знак"/>
    <w:basedOn w:val="Normal"/>
    <w:uiPriority w:val="99"/>
    <w:rsid w:val="00B34914"/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0F2C47"/>
    <w:pPr>
      <w:ind w:left="708"/>
    </w:pPr>
  </w:style>
  <w:style w:type="character" w:customStyle="1" w:styleId="docdata">
    <w:name w:val="docdata"/>
    <w:aliases w:val="docy,v5,2865,baiaagaaboqcaaadvgcaaavkbwaaaaaaaaaaaaaaaaaaaaaaaaaaaaaaaaaaaaaaaaaaaaaaaaaaaaaaaaaaaaaaaaaaaaaaaaaaaaaaaaaaaaaaaaaaaaaaaaaaaaaaaaaaaaaaaaaaaaaaaaaaaaaaaaaaaaaaaaaaaaaaaaaaaaaaaaaaaaaaaaaaaaaaaaaaaaaaaaaaaaaaaaaaaaaaaaaaaaaaaaaaaaa"/>
    <w:uiPriority w:val="99"/>
    <w:rsid w:val="000F2C47"/>
  </w:style>
  <w:style w:type="paragraph" w:customStyle="1" w:styleId="2940">
    <w:name w:val="2940"/>
    <w:aliases w:val="baiaagaaboqcaaadsgkaaaxacq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0F2C47"/>
    <w:pPr>
      <w:spacing w:before="100" w:beforeAutospacing="1" w:after="100" w:afterAutospacing="1"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BA44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440C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</Pages>
  <Words>324</Words>
  <Characters>1851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1</cp:lastModifiedBy>
  <cp:revision>10</cp:revision>
  <cp:lastPrinted>2019-06-07T07:07:00Z</cp:lastPrinted>
  <dcterms:created xsi:type="dcterms:W3CDTF">2019-06-10T11:04:00Z</dcterms:created>
  <dcterms:modified xsi:type="dcterms:W3CDTF">2019-06-14T08:53:00Z</dcterms:modified>
</cp:coreProperties>
</file>